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8042BF">
        <w:rPr>
          <w:rFonts w:ascii="Corbel" w:hAnsi="Corbel"/>
          <w:b/>
          <w:smallCaps/>
          <w:sz w:val="24"/>
          <w:szCs w:val="24"/>
        </w:rPr>
        <w:t>22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8042BF">
        <w:rPr>
          <w:rFonts w:ascii="Corbel" w:hAnsi="Corbel"/>
          <w:b/>
          <w:smallCaps/>
          <w:sz w:val="24"/>
          <w:szCs w:val="24"/>
        </w:rPr>
        <w:t>5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8042BF">
        <w:rPr>
          <w:rFonts w:ascii="Corbel" w:hAnsi="Corbel"/>
          <w:sz w:val="20"/>
          <w:szCs w:val="20"/>
        </w:rPr>
        <w:t>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A45C1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45C1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DA45C1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16A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16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16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B72C0" w:rsidP="00A16A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6A37">
              <w:rPr>
                <w:rFonts w:ascii="Corbel" w:hAnsi="Corbel"/>
                <w:b w:val="0"/>
                <w:sz w:val="24"/>
                <w:szCs w:val="24"/>
              </w:rPr>
              <w:t>, specjalność opiekuńczo- w</w:t>
            </w:r>
            <w:r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16A3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73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 i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C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25614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614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42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25614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FB72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:rsidR="0085747A" w:rsidRPr="00FB72C0" w:rsidRDefault="00D0183D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wychowania, wprowadzenie do </w:t>
            </w:r>
            <w:r w:rsidR="00FB72C0">
              <w:rPr>
                <w:rFonts w:ascii="DejaVuSans" w:hAnsi="DejaVuSans" w:cs="DejaVuSans"/>
                <w:sz w:val="24"/>
                <w:szCs w:val="24"/>
                <w:lang w:eastAsia="pl-PL"/>
              </w:rPr>
              <w:t>metodologii badań pedagogicznych i diagnostyka pedagogiczna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Zdobycie wiedzy na temat potrzeby, zakresu oraz metod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rozpoznawania i przeciwdziałania negatywnym zjawiskom w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 lokalnym; specyfiki wybranych programów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ogólnych zasad ich konstruowania i ewaluacji;</w:t>
            </w:r>
          </w:p>
        </w:tc>
      </w:tr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teoretycznej do projektowania działań profilaktycznych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środowiskowych wobec różnych grup wiekowych w wybranych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zakresach</w:t>
            </w:r>
          </w:p>
        </w:tc>
      </w:tr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rozwijania kompetencji w tym zakresie;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D0183D" w:rsidRPr="009C54AE" w:rsidRDefault="002C4D4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947AC" w:rsidTr="005E6E85">
        <w:tc>
          <w:tcPr>
            <w:tcW w:w="1701" w:type="dxa"/>
          </w:tcPr>
          <w:p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</w:p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:rsidR="0085747A" w:rsidRPr="006947AC" w:rsidRDefault="00FB72C0" w:rsidP="00EC56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programów profilaktycznych 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>odnosząc je do różnych rodzajów struktur społecznych i instytucji życia społecznego</w:t>
            </w:r>
          </w:p>
        </w:tc>
        <w:tc>
          <w:tcPr>
            <w:tcW w:w="1873" w:type="dxa"/>
          </w:tcPr>
          <w:p w:rsidR="0085747A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:rsidR="00EC563B" w:rsidRPr="006947AC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6947AC" w:rsidTr="005E6E85">
        <w:tc>
          <w:tcPr>
            <w:tcW w:w="1701" w:type="dxa"/>
          </w:tcPr>
          <w:p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:rsidR="00EC563B" w:rsidRPr="006947AC" w:rsidRDefault="00FB72C0" w:rsidP="00EC56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lokalnym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</w:p>
          <w:p w:rsidR="0085747A" w:rsidRPr="006947AC" w:rsidRDefault="0085747A" w:rsidP="00FB72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214DC2" w:rsidRPr="00287189" w:rsidRDefault="00EC563B" w:rsidP="00136234">
            <w:pPr>
              <w:rPr>
                <w:rFonts w:ascii="Corbel" w:hAnsi="Corbel"/>
                <w:sz w:val="24"/>
                <w:szCs w:val="24"/>
              </w:rPr>
            </w:pPr>
            <w:r w:rsidRPr="00287189">
              <w:rPr>
                <w:rFonts w:ascii="Corbel" w:hAnsi="Corbel"/>
                <w:sz w:val="24"/>
                <w:szCs w:val="24"/>
              </w:rPr>
              <w:t>K_W09</w:t>
            </w:r>
          </w:p>
          <w:p w:rsidR="0085747A" w:rsidRPr="00214DC2" w:rsidRDefault="0085747A" w:rsidP="00214D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6947AC" w:rsidTr="005E6E85">
        <w:tc>
          <w:tcPr>
            <w:tcW w:w="1701" w:type="dxa"/>
          </w:tcPr>
          <w:p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70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B72C0" w:rsidRPr="006947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3929E5">
              <w:rPr>
                <w:rFonts w:ascii="Corbel" w:hAnsi="Corbel" w:cs="DejaVuSans"/>
                <w:sz w:val="24"/>
                <w:szCs w:val="24"/>
                <w:lang w:eastAsia="pl-PL"/>
              </w:rPr>
              <w:t>uje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:rsidR="00FB72C0" w:rsidRPr="006947AC" w:rsidRDefault="00136234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="00FB72C0"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="00FB72C0"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:rsidR="0085747A" w:rsidRPr="006947AC" w:rsidRDefault="00FB72C0" w:rsidP="00FB72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73" w:type="dxa"/>
          </w:tcPr>
          <w:p w:rsidR="0085747A" w:rsidRPr="006947AC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  <w:bookmarkStart w:id="0" w:name="_GoBack"/>
        <w:bookmarkEnd w:id="0"/>
      </w:tr>
      <w:tr w:rsidR="00FB72C0" w:rsidRPr="006947AC" w:rsidTr="005E6E85">
        <w:tc>
          <w:tcPr>
            <w:tcW w:w="1701" w:type="dxa"/>
          </w:tcPr>
          <w:p w:rsidR="00FB72C0" w:rsidRPr="006947AC" w:rsidRDefault="00FB7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70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B72C0" w:rsidRPr="006947AC" w:rsidRDefault="003929E5" w:rsidP="00C21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Ocenia krytycznie poziom swojej wiedzy w zakresie profilaktyki i przejawia motywację do samodoskonalenia</w:t>
            </w:r>
          </w:p>
        </w:tc>
        <w:tc>
          <w:tcPr>
            <w:tcW w:w="1873" w:type="dxa"/>
          </w:tcPr>
          <w:p w:rsidR="00FB72C0" w:rsidRPr="006947AC" w:rsidRDefault="00EC563B" w:rsidP="00694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6947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929E5" w:rsidRDefault="003929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947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47A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947AC">
        <w:rPr>
          <w:rFonts w:ascii="Corbel" w:hAnsi="Corbel"/>
          <w:b/>
          <w:sz w:val="24"/>
          <w:szCs w:val="24"/>
        </w:rPr>
        <w:t>T</w:t>
      </w:r>
      <w:r w:rsidR="001D7B54" w:rsidRPr="006947AC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947A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947A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947A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Zajęcia organizacyjne – treści programowe, warunki zaliczenia, literatura,</w:t>
            </w:r>
          </w:p>
          <w:p w:rsidR="0085747A" w:rsidRPr="009C54A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</w:p>
          <w:p w:rsidR="0085747A" w:rsidRPr="009C54A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4DC2" w:rsidRPr="001A278F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:rsidR="00214DC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DF25B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F25BB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F25BB" w:rsidRDefault="00DF25BB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85747A" w:rsidRPr="00DF25BB" w:rsidRDefault="00DF25BB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F25BB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:rsidR="00DF25BB" w:rsidRPr="00FB2151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oraz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</w:p>
          <w:p w:rsidR="00DF25BB" w:rsidRPr="00FB2151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:rsidR="0085747A" w:rsidRPr="009C54AE" w:rsidRDefault="004B70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4B70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B7041" w:rsidRPr="009C54AE" w:rsidTr="00923D7D">
        <w:tc>
          <w:tcPr>
            <w:tcW w:w="4962" w:type="dxa"/>
          </w:tcPr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4B7041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4B7041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4B7041" w:rsidRPr="009C54AE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B7041" w:rsidRPr="009C54AE" w:rsidTr="00923D7D">
        <w:tc>
          <w:tcPr>
            <w:tcW w:w="4962" w:type="dxa"/>
          </w:tcPr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B7041" w:rsidRPr="009C54AE" w:rsidTr="00923D7D">
        <w:tc>
          <w:tcPr>
            <w:tcW w:w="4962" w:type="dxa"/>
          </w:tcPr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Borzucka-Sitkiewicz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K., Kowalczewska-Grabowska K.,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Katowice 2013.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Lublin 2000.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Szymańska J.,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Świątkiewicz G. (red.),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Warszawa 2002.</w:t>
            </w:r>
          </w:p>
          <w:p w:rsidR="00AF099C" w:rsidRP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Szpringer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proofErr w:type="spellStart"/>
            <w:r w:rsidRPr="00AF099C"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  <w:t>Kiielce</w:t>
            </w:r>
            <w:proofErr w:type="spellEnd"/>
            <w:r w:rsidRPr="00AF099C"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  <w:t xml:space="preserve">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94C1D" w:rsidRPr="00772569" w:rsidRDefault="00694C1D" w:rsidP="00694C1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 xml:space="preserve">Gaś Z. B., </w:t>
            </w:r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 xml:space="preserve">Profilaktyka </w:t>
            </w:r>
            <w:proofErr w:type="spellStart"/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>zachowań</w:t>
            </w:r>
            <w:proofErr w:type="spellEnd"/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 xml:space="preserve"> ryzykownych w teorii i praktyce,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 2019.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Deptuła M. (red.),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. Cz. 2,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Działania, Warszawa 2010.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Programy profilaktyczne wybranych gmin i powiatów</w:t>
            </w:r>
          </w:p>
          <w:p w:rsidR="00AF099C" w:rsidRPr="00AF099C" w:rsidRDefault="00AF099C" w:rsidP="00AF099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AF099C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zawarte na stronach internetowych.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417" w:rsidRDefault="00913417" w:rsidP="00C16ABF">
      <w:pPr>
        <w:spacing w:after="0" w:line="240" w:lineRule="auto"/>
      </w:pPr>
      <w:r>
        <w:separator/>
      </w:r>
    </w:p>
  </w:endnote>
  <w:endnote w:type="continuationSeparator" w:id="0">
    <w:p w:rsidR="00913417" w:rsidRDefault="009134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417" w:rsidRDefault="00913417" w:rsidP="00C16ABF">
      <w:pPr>
        <w:spacing w:after="0" w:line="240" w:lineRule="auto"/>
      </w:pPr>
      <w:r>
        <w:separator/>
      </w:r>
    </w:p>
  </w:footnote>
  <w:footnote w:type="continuationSeparator" w:id="0">
    <w:p w:rsidR="00913417" w:rsidRDefault="009134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F49"/>
    <w:rsid w:val="00124BFF"/>
    <w:rsid w:val="0012560E"/>
    <w:rsid w:val="00127108"/>
    <w:rsid w:val="00134B13"/>
    <w:rsid w:val="00136234"/>
    <w:rsid w:val="00146BC0"/>
    <w:rsid w:val="00153C41"/>
    <w:rsid w:val="00154381"/>
    <w:rsid w:val="001640A7"/>
    <w:rsid w:val="00164FA7"/>
    <w:rsid w:val="00166A03"/>
    <w:rsid w:val="001718A7"/>
    <w:rsid w:val="001737CF"/>
    <w:rsid w:val="00174FDF"/>
    <w:rsid w:val="00176083"/>
    <w:rsid w:val="001770C7"/>
    <w:rsid w:val="00192F37"/>
    <w:rsid w:val="001A70D2"/>
    <w:rsid w:val="001B57BD"/>
    <w:rsid w:val="001D657B"/>
    <w:rsid w:val="001D7B54"/>
    <w:rsid w:val="001E0209"/>
    <w:rsid w:val="001F2CA2"/>
    <w:rsid w:val="002144C0"/>
    <w:rsid w:val="00214DC2"/>
    <w:rsid w:val="0022477D"/>
    <w:rsid w:val="002278A9"/>
    <w:rsid w:val="00231156"/>
    <w:rsid w:val="002336F9"/>
    <w:rsid w:val="0024028F"/>
    <w:rsid w:val="00244ABC"/>
    <w:rsid w:val="00281FF2"/>
    <w:rsid w:val="002857DE"/>
    <w:rsid w:val="00287189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C4D4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382"/>
    <w:rsid w:val="003929E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57B7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639"/>
    <w:rsid w:val="005C55E5"/>
    <w:rsid w:val="005C696A"/>
    <w:rsid w:val="005E6E85"/>
    <w:rsid w:val="005F31D2"/>
    <w:rsid w:val="00600DE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7AC"/>
    <w:rsid w:val="00694C1D"/>
    <w:rsid w:val="00696477"/>
    <w:rsid w:val="006C325C"/>
    <w:rsid w:val="006D050F"/>
    <w:rsid w:val="006D5F8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614"/>
    <w:rsid w:val="007323AF"/>
    <w:rsid w:val="007327BD"/>
    <w:rsid w:val="00734608"/>
    <w:rsid w:val="00745302"/>
    <w:rsid w:val="007461D6"/>
    <w:rsid w:val="00746EC8"/>
    <w:rsid w:val="0075249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0F"/>
    <w:rsid w:val="007F1652"/>
    <w:rsid w:val="007F4155"/>
    <w:rsid w:val="008042BF"/>
    <w:rsid w:val="0081554D"/>
    <w:rsid w:val="0081707E"/>
    <w:rsid w:val="008449B3"/>
    <w:rsid w:val="0085747A"/>
    <w:rsid w:val="00884922"/>
    <w:rsid w:val="00885F64"/>
    <w:rsid w:val="008917F9"/>
    <w:rsid w:val="008A08D6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3417"/>
    <w:rsid w:val="00916188"/>
    <w:rsid w:val="00923D7D"/>
    <w:rsid w:val="00927B11"/>
    <w:rsid w:val="00946C55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16A3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8A"/>
    <w:rsid w:val="00A97DE1"/>
    <w:rsid w:val="00AB053C"/>
    <w:rsid w:val="00AD1146"/>
    <w:rsid w:val="00AD27D3"/>
    <w:rsid w:val="00AD66D6"/>
    <w:rsid w:val="00AE1160"/>
    <w:rsid w:val="00AE17EB"/>
    <w:rsid w:val="00AE203C"/>
    <w:rsid w:val="00AE2E74"/>
    <w:rsid w:val="00AE5FCB"/>
    <w:rsid w:val="00AF09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0E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751"/>
    <w:rsid w:val="00C26CB7"/>
    <w:rsid w:val="00C324C1"/>
    <w:rsid w:val="00C36992"/>
    <w:rsid w:val="00C51E4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050"/>
    <w:rsid w:val="00CF78ED"/>
    <w:rsid w:val="00D0183D"/>
    <w:rsid w:val="00D02B25"/>
    <w:rsid w:val="00D02EBA"/>
    <w:rsid w:val="00D17C3C"/>
    <w:rsid w:val="00D25CC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409"/>
    <w:rsid w:val="00DA45C1"/>
    <w:rsid w:val="00DE09C0"/>
    <w:rsid w:val="00DE4A14"/>
    <w:rsid w:val="00DF25BB"/>
    <w:rsid w:val="00DF320D"/>
    <w:rsid w:val="00DF71C8"/>
    <w:rsid w:val="00E01A45"/>
    <w:rsid w:val="00E129B8"/>
    <w:rsid w:val="00E21E7D"/>
    <w:rsid w:val="00E22FBC"/>
    <w:rsid w:val="00E24BF5"/>
    <w:rsid w:val="00E25338"/>
    <w:rsid w:val="00E452A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63B"/>
    <w:rsid w:val="00ED03AB"/>
    <w:rsid w:val="00ED32D2"/>
    <w:rsid w:val="00EE32DE"/>
    <w:rsid w:val="00EE5457"/>
    <w:rsid w:val="00F070AB"/>
    <w:rsid w:val="00F17567"/>
    <w:rsid w:val="00F27A7B"/>
    <w:rsid w:val="00F473C5"/>
    <w:rsid w:val="00F526AF"/>
    <w:rsid w:val="00F617C3"/>
    <w:rsid w:val="00F7066B"/>
    <w:rsid w:val="00F83B28"/>
    <w:rsid w:val="00FA46E5"/>
    <w:rsid w:val="00FB5617"/>
    <w:rsid w:val="00FB72C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ACA2E-7DBF-46B8-B1CF-89FA8C90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E6158-1CB2-4AF9-A0A5-B537AB88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31</cp:revision>
  <cp:lastPrinted>2019-02-06T12:12:00Z</cp:lastPrinted>
  <dcterms:created xsi:type="dcterms:W3CDTF">2019-10-20T19:04:00Z</dcterms:created>
  <dcterms:modified xsi:type="dcterms:W3CDTF">2022-09-30T06:09:00Z</dcterms:modified>
</cp:coreProperties>
</file>